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09C2B7EC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842539">
        <w:rPr>
          <w:b/>
          <w:bCs/>
          <w:sz w:val="20"/>
        </w:rPr>
        <w:t>2024/</w:t>
      </w:r>
      <w:r w:rsidR="00D1129A">
        <w:rPr>
          <w:b/>
          <w:bCs/>
          <w:sz w:val="20"/>
        </w:rPr>
        <w:t>182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D018C3" w14:paraId="26A621A9" w14:textId="77777777" w:rsidTr="00463EA3">
        <w:tc>
          <w:tcPr>
            <w:tcW w:w="1643" w:type="pct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63EA3">
        <w:tc>
          <w:tcPr>
            <w:tcW w:w="1643" w:type="pct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1572" w:type="pct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463EA3">
        <w:trPr>
          <w:cantSplit/>
        </w:trPr>
        <w:tc>
          <w:tcPr>
            <w:tcW w:w="5000" w:type="pct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3824"/>
        <w:gridCol w:w="2223"/>
      </w:tblGrid>
      <w:tr w:rsidR="006149A5" w:rsidRPr="00D018C3" w14:paraId="4DFB3757" w14:textId="77777777" w:rsidTr="00463EA3">
        <w:tc>
          <w:tcPr>
            <w:tcW w:w="1954" w:type="pct"/>
          </w:tcPr>
          <w:p w14:paraId="55639DBD" w14:textId="77777777" w:rsidR="006149A5" w:rsidRPr="00111906" w:rsidRDefault="006149A5" w:rsidP="006149A5">
            <w:pPr>
              <w:rPr>
                <w:sz w:val="20"/>
              </w:rPr>
            </w:pPr>
            <w:r>
              <w:rPr>
                <w:sz w:val="20"/>
              </w:rPr>
              <w:t>Ralfi Veosed OÜ</w:t>
            </w:r>
          </w:p>
          <w:p w14:paraId="7104C5A1" w14:textId="1769EADB" w:rsidR="006149A5" w:rsidRPr="00D018C3" w:rsidRDefault="006149A5" w:rsidP="006149A5">
            <w:pPr>
              <w:rPr>
                <w:sz w:val="20"/>
              </w:rPr>
            </w:pPr>
          </w:p>
        </w:tc>
        <w:tc>
          <w:tcPr>
            <w:tcW w:w="1933" w:type="pct"/>
          </w:tcPr>
          <w:p w14:paraId="4DB98CD0" w14:textId="77777777" w:rsidR="006149A5" w:rsidRPr="00250D9E" w:rsidRDefault="006149A5" w:rsidP="006149A5">
            <w:pPr>
              <w:rPr>
                <w:sz w:val="20"/>
              </w:rPr>
            </w:pPr>
            <w:r w:rsidRPr="00826EFE">
              <w:rPr>
                <w:sz w:val="20"/>
              </w:rPr>
              <w:t>Registrikood</w:t>
            </w:r>
            <w:r>
              <w:rPr>
                <w:sz w:val="20"/>
              </w:rPr>
              <w:t xml:space="preserve"> 12205747</w:t>
            </w:r>
          </w:p>
          <w:p w14:paraId="5F1EAB18" w14:textId="625BD436" w:rsidR="006149A5" w:rsidRPr="00D018C3" w:rsidRDefault="006149A5" w:rsidP="006149A5">
            <w:pPr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t>Avispea</w:t>
            </w:r>
            <w:proofErr w:type="spellEnd"/>
            <w:r>
              <w:rPr>
                <w:sz w:val="20"/>
              </w:rPr>
              <w:t xml:space="preserve"> küla, Väike-Maarja vald, 46208 Lääne-Viru maakond</w:t>
            </w:r>
          </w:p>
        </w:tc>
        <w:tc>
          <w:tcPr>
            <w:tcW w:w="1113" w:type="pct"/>
          </w:tcPr>
          <w:p w14:paraId="43D1C4FD" w14:textId="77777777" w:rsidR="006149A5" w:rsidRPr="0041640D" w:rsidRDefault="006149A5" w:rsidP="006149A5">
            <w:pPr>
              <w:rPr>
                <w:bCs/>
                <w:sz w:val="20"/>
              </w:rPr>
            </w:pPr>
          </w:p>
          <w:p w14:paraId="617EF700" w14:textId="77777777" w:rsidR="006149A5" w:rsidRDefault="006149A5" w:rsidP="006149A5">
            <w:pPr>
              <w:rPr>
                <w:bCs/>
                <w:sz w:val="20"/>
              </w:rPr>
            </w:pPr>
            <w:proofErr w:type="spellStart"/>
            <w:r w:rsidRPr="00250D9E">
              <w:rPr>
                <w:bCs/>
                <w:sz w:val="20"/>
              </w:rPr>
              <w:t>Mob</w:t>
            </w:r>
            <w:proofErr w:type="spellEnd"/>
            <w:r w:rsidRPr="00FD2DCB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511 6174</w:t>
            </w:r>
          </w:p>
          <w:p w14:paraId="5ED693B7" w14:textId="77777777" w:rsidR="006149A5" w:rsidRPr="0041640D" w:rsidRDefault="006149A5" w:rsidP="006149A5">
            <w:pPr>
              <w:rPr>
                <w:bCs/>
                <w:sz w:val="20"/>
              </w:rPr>
            </w:pPr>
            <w:r w:rsidRPr="00250D9E">
              <w:rPr>
                <w:bCs/>
                <w:sz w:val="20"/>
              </w:rPr>
              <w:t xml:space="preserve">e-post </w:t>
            </w:r>
            <w:hyperlink r:id="rId13" w:history="1">
              <w:r w:rsidRPr="00201BCA">
                <w:rPr>
                  <w:rStyle w:val="Hyperlink"/>
                  <w:bCs/>
                  <w:sz w:val="20"/>
                </w:rPr>
                <w:t>info@ralfiveosed.ee</w:t>
              </w:r>
            </w:hyperlink>
            <w:r>
              <w:rPr>
                <w:bCs/>
                <w:sz w:val="20"/>
              </w:rPr>
              <w:t xml:space="preserve"> </w:t>
            </w:r>
          </w:p>
          <w:p w14:paraId="3696B06E" w14:textId="77E914D9" w:rsidR="006149A5" w:rsidRPr="00D018C3" w:rsidRDefault="006149A5" w:rsidP="006149A5">
            <w:pPr>
              <w:rPr>
                <w:bCs/>
                <w:sz w:val="20"/>
              </w:rPr>
            </w:pPr>
          </w:p>
        </w:tc>
      </w:tr>
      <w:tr w:rsidR="006149A5" w:rsidRPr="00D018C3" w14:paraId="7F7BAED8" w14:textId="77777777" w:rsidTr="00463EA3">
        <w:tc>
          <w:tcPr>
            <w:tcW w:w="1954" w:type="pct"/>
          </w:tcPr>
          <w:p w14:paraId="3986D41B" w14:textId="017AF054" w:rsidR="006149A5" w:rsidRPr="00D018C3" w:rsidRDefault="006149A5" w:rsidP="006149A5">
            <w:pPr>
              <w:rPr>
                <w:sz w:val="20"/>
              </w:rPr>
            </w:pPr>
            <w:r>
              <w:rPr>
                <w:sz w:val="20"/>
              </w:rPr>
              <w:t>Esindaja</w:t>
            </w:r>
          </w:p>
        </w:tc>
        <w:tc>
          <w:tcPr>
            <w:tcW w:w="1933" w:type="pct"/>
          </w:tcPr>
          <w:p w14:paraId="520C4978" w14:textId="2E59B4B1" w:rsidR="006149A5" w:rsidRPr="00D018C3" w:rsidRDefault="006149A5" w:rsidP="006149A5">
            <w:pPr>
              <w:rPr>
                <w:bCs/>
                <w:sz w:val="20"/>
              </w:rPr>
            </w:pPr>
            <w:r>
              <w:rPr>
                <w:sz w:val="20"/>
              </w:rPr>
              <w:t>Juhatuse liige Ralf Saage</w:t>
            </w:r>
          </w:p>
        </w:tc>
        <w:tc>
          <w:tcPr>
            <w:tcW w:w="1113" w:type="pct"/>
          </w:tcPr>
          <w:p w14:paraId="3AE9CB23" w14:textId="77777777" w:rsidR="006149A5" w:rsidRDefault="006149A5" w:rsidP="006149A5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Mob</w:t>
            </w:r>
            <w:proofErr w:type="spellEnd"/>
            <w:r>
              <w:rPr>
                <w:bCs/>
                <w:sz w:val="20"/>
              </w:rPr>
              <w:t xml:space="preserve"> 56861138</w:t>
            </w:r>
          </w:p>
          <w:p w14:paraId="3C6B67D8" w14:textId="3622E378" w:rsidR="006149A5" w:rsidRPr="00D018C3" w:rsidRDefault="006149A5" w:rsidP="006149A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e-post </w:t>
            </w:r>
            <w:hyperlink r:id="rId14" w:history="1">
              <w:r w:rsidRPr="00201BCA">
                <w:rPr>
                  <w:rStyle w:val="Hyperlink"/>
                  <w:bCs/>
                  <w:sz w:val="20"/>
                </w:rPr>
                <w:t>ralfiveosed@gmail.com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6149A5" w:rsidRPr="00D018C3" w14:paraId="6EC5CC10" w14:textId="77777777" w:rsidTr="00463EA3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46EF8B74" w14:textId="1A25E945" w:rsidR="006149A5" w:rsidRPr="00D018C3" w:rsidRDefault="006149A5" w:rsidP="006149A5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D018C3" w14:paraId="101E815B" w14:textId="77777777" w:rsidTr="00463EA3">
        <w:trPr>
          <w:trHeight w:val="281"/>
        </w:trPr>
        <w:tc>
          <w:tcPr>
            <w:tcW w:w="1666" w:type="pct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 w:rsidTr="00463EA3">
        <w:trPr>
          <w:trHeight w:val="296"/>
        </w:trPr>
        <w:tc>
          <w:tcPr>
            <w:tcW w:w="1666" w:type="pct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</w:t>
      </w:r>
      <w:r w:rsidR="0007448A" w:rsidRPr="00D018C3">
        <w:rPr>
          <w:sz w:val="20"/>
        </w:rPr>
        <w:lastRenderedPageBreak/>
        <w:t xml:space="preserve">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463EA3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31335E62" w:rsidR="00100A84" w:rsidRPr="00C779E1" w:rsidRDefault="0002120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Ralf Saage</w:t>
            </w:r>
          </w:p>
        </w:tc>
        <w:tc>
          <w:tcPr>
            <w:tcW w:w="3109" w:type="pct"/>
            <w:shd w:val="clear" w:color="auto" w:fill="auto"/>
          </w:tcPr>
          <w:p w14:paraId="3B98A5CC" w14:textId="5738D37F" w:rsidR="00100A84" w:rsidRPr="00C779E1" w:rsidRDefault="0002120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5116174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021206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10804634" w:rsidR="00021206" w:rsidRPr="00C779E1" w:rsidRDefault="00021206" w:rsidP="00021206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Ralf Saage</w:t>
            </w:r>
          </w:p>
        </w:tc>
        <w:tc>
          <w:tcPr>
            <w:tcW w:w="1798" w:type="pct"/>
            <w:shd w:val="clear" w:color="auto" w:fill="auto"/>
          </w:tcPr>
          <w:p w14:paraId="13BDFED5" w14:textId="61ADC0E7" w:rsidR="00021206" w:rsidRPr="00C779E1" w:rsidRDefault="00021206" w:rsidP="00021206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5116174</w:t>
            </w:r>
          </w:p>
        </w:tc>
        <w:tc>
          <w:tcPr>
            <w:tcW w:w="2109" w:type="pct"/>
            <w:shd w:val="clear" w:color="auto" w:fill="auto"/>
          </w:tcPr>
          <w:p w14:paraId="7AE5DF02" w14:textId="180FB1AF" w:rsidR="00021206" w:rsidRPr="00662E36" w:rsidRDefault="00021206" w:rsidP="00021206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6" w:history="1">
              <w:r w:rsidRPr="00497D90">
                <w:rPr>
                  <w:rStyle w:val="Hyperlink"/>
                  <w:sz w:val="20"/>
                </w:rPr>
                <w:t>ralfiveosed@gmail.com</w:t>
              </w:r>
            </w:hyperlink>
            <w:r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3983C95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0FD0DCDD" w14:textId="5FF61F3C" w:rsidR="003203BC" w:rsidRPr="00D018C3" w:rsidRDefault="003203BC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104BEFBF" w:rsidR="00151D79" w:rsidRPr="008D56F8" w:rsidRDefault="00D4333E" w:rsidP="008D56F8">
      <w:pPr>
        <w:pStyle w:val="Pealkiri21"/>
        <w:numPr>
          <w:ilvl w:val="1"/>
          <w:numId w:val="32"/>
        </w:numPr>
        <w:rPr>
          <w:sz w:val="20"/>
        </w:rPr>
      </w:pPr>
      <w:r w:rsidRPr="008D56F8">
        <w:rPr>
          <w:sz w:val="20"/>
        </w:rPr>
        <w:t>Müüja</w:t>
      </w:r>
      <w:r w:rsidR="005253F3" w:rsidRPr="008D56F8">
        <w:rPr>
          <w:sz w:val="20"/>
        </w:rPr>
        <w:t xml:space="preserve"> esitab </w:t>
      </w:r>
      <w:r w:rsidR="00151D79" w:rsidRPr="008D56F8">
        <w:rPr>
          <w:sz w:val="20"/>
        </w:rPr>
        <w:t xml:space="preserve">ettemaksu laekumisel </w:t>
      </w:r>
      <w:r w:rsidR="005253F3" w:rsidRPr="008D56F8">
        <w:rPr>
          <w:sz w:val="20"/>
        </w:rPr>
        <w:t xml:space="preserve">arved </w:t>
      </w:r>
      <w:r w:rsidR="0094376B" w:rsidRPr="008D56F8">
        <w:rPr>
          <w:sz w:val="20"/>
        </w:rPr>
        <w:t>m</w:t>
      </w:r>
      <w:r w:rsidRPr="008D56F8">
        <w:rPr>
          <w:sz w:val="20"/>
        </w:rPr>
        <w:t>etsamaterjal</w:t>
      </w:r>
      <w:r w:rsidR="005253F3" w:rsidRPr="008D56F8">
        <w:rPr>
          <w:sz w:val="20"/>
        </w:rPr>
        <w:t xml:space="preserve">i eest elektrooniliselt e-posti aadressile: </w:t>
      </w:r>
      <w:hyperlink r:id="rId17" w:history="1">
        <w:r w:rsidR="00021206" w:rsidRPr="00201BCA">
          <w:rPr>
            <w:rStyle w:val="Hyperlink"/>
            <w:bCs/>
            <w:i/>
            <w:sz w:val="20"/>
          </w:rPr>
          <w:t>ralfiveosed@gmail.com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6B6016DC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021206">
        <w:rPr>
          <w:sz w:val="20"/>
        </w:rPr>
        <w:t>22</w:t>
      </w:r>
      <w:r w:rsidR="008B5D77">
        <w:rPr>
          <w:sz w:val="20"/>
        </w:rPr>
        <w:t>.0</w:t>
      </w:r>
      <w:r w:rsidR="00021206">
        <w:rPr>
          <w:sz w:val="20"/>
        </w:rPr>
        <w:t>5</w:t>
      </w:r>
      <w:r w:rsidR="008B5D77">
        <w:rPr>
          <w:sz w:val="20"/>
        </w:rPr>
        <w:t>.2024 – 3</w:t>
      </w:r>
      <w:r w:rsidR="00021206">
        <w:rPr>
          <w:sz w:val="20"/>
        </w:rPr>
        <w:t>0</w:t>
      </w:r>
      <w:r w:rsidR="008B5D77">
        <w:rPr>
          <w:sz w:val="20"/>
        </w:rPr>
        <w:t>.</w:t>
      </w:r>
      <w:r w:rsidR="00021206">
        <w:rPr>
          <w:sz w:val="20"/>
        </w:rPr>
        <w:t>12</w:t>
      </w:r>
      <w:r w:rsidR="008B5D77">
        <w:rPr>
          <w:sz w:val="20"/>
        </w:rPr>
        <w:t>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8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658311BC" w:rsidR="004623EE" w:rsidRPr="00D018C3" w:rsidRDefault="00021206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Ralf Saage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72B9F8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BC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61941250">
    <w:abstractNumId w:val="0"/>
  </w:num>
  <w:num w:numId="2" w16cid:durableId="1822386034">
    <w:abstractNumId w:val="10"/>
  </w:num>
  <w:num w:numId="3" w16cid:durableId="1902399028">
    <w:abstractNumId w:val="9"/>
  </w:num>
  <w:num w:numId="4" w16cid:durableId="388462428">
    <w:abstractNumId w:val="14"/>
  </w:num>
  <w:num w:numId="5" w16cid:durableId="1465927910">
    <w:abstractNumId w:val="15"/>
  </w:num>
  <w:num w:numId="6" w16cid:durableId="735707665">
    <w:abstractNumId w:val="18"/>
  </w:num>
  <w:num w:numId="7" w16cid:durableId="1524592780">
    <w:abstractNumId w:val="20"/>
  </w:num>
  <w:num w:numId="8" w16cid:durableId="1052314898">
    <w:abstractNumId w:val="5"/>
  </w:num>
  <w:num w:numId="9" w16cid:durableId="1556234173">
    <w:abstractNumId w:val="7"/>
  </w:num>
  <w:num w:numId="10" w16cid:durableId="226501042">
    <w:abstractNumId w:val="1"/>
  </w:num>
  <w:num w:numId="11" w16cid:durableId="1778868576">
    <w:abstractNumId w:val="2"/>
  </w:num>
  <w:num w:numId="12" w16cid:durableId="938413500">
    <w:abstractNumId w:val="12"/>
  </w:num>
  <w:num w:numId="13" w16cid:durableId="900286910">
    <w:abstractNumId w:val="17"/>
  </w:num>
  <w:num w:numId="14" w16cid:durableId="222914867">
    <w:abstractNumId w:val="8"/>
  </w:num>
  <w:num w:numId="15" w16cid:durableId="203367354">
    <w:abstractNumId w:val="4"/>
  </w:num>
  <w:num w:numId="16" w16cid:durableId="1800759016">
    <w:abstractNumId w:val="17"/>
  </w:num>
  <w:num w:numId="17" w16cid:durableId="141512339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6878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480208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429315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11032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077091">
    <w:abstractNumId w:val="21"/>
  </w:num>
  <w:num w:numId="23" w16cid:durableId="1696808662">
    <w:abstractNumId w:val="3"/>
  </w:num>
  <w:num w:numId="24" w16cid:durableId="1820265851">
    <w:abstractNumId w:val="19"/>
  </w:num>
  <w:num w:numId="25" w16cid:durableId="1030183873">
    <w:abstractNumId w:val="6"/>
  </w:num>
  <w:num w:numId="26" w16cid:durableId="1511021901">
    <w:abstractNumId w:val="11"/>
  </w:num>
  <w:num w:numId="27" w16cid:durableId="1518424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20042901">
    <w:abstractNumId w:val="13"/>
  </w:num>
  <w:num w:numId="29" w16cid:durableId="270863212">
    <w:abstractNumId w:val="16"/>
  </w:num>
  <w:num w:numId="30" w16cid:durableId="21013660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210424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7434796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1206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34D9"/>
    <w:rsid w:val="00314AD1"/>
    <w:rsid w:val="003203BC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3EA3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149A5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36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0BC2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2539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D56F8"/>
    <w:rsid w:val="008E19DE"/>
    <w:rsid w:val="008E420A"/>
    <w:rsid w:val="008E4798"/>
    <w:rsid w:val="008F23D1"/>
    <w:rsid w:val="008F2BB8"/>
    <w:rsid w:val="008F34A0"/>
    <w:rsid w:val="0090706C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129A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uiPriority w:val="99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21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ralfiveosed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ralfiveosed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alfiveosed@gmail.com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ktid.kirde@rmk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ralfiveosed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711DC93C662849EF98D1A3837B03030A">
    <w:name w:val="711DC93C662849EF98D1A3837B03030A"/>
    <w:rsid w:val="00221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6B7A-22CB-4527-A1FE-C2E78D84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945</Words>
  <Characters>7478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8407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2024-05-22T11:31:00Z</dcterms:created>
  <dcterms:modified xsi:type="dcterms:W3CDTF">2024-05-22T11:35:00Z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